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29C62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012605CA" w14:textId="77777777" w:rsidR="003B3BC8" w:rsidRPr="00F10799" w:rsidRDefault="003B3BC8" w:rsidP="003B3BC8">
      <w:pPr>
        <w:rPr>
          <w:sz w:val="20"/>
          <w:szCs w:val="20"/>
        </w:rPr>
      </w:pPr>
    </w:p>
    <w:p w14:paraId="2AB8D3FA" w14:textId="77777777" w:rsidR="003B3BC8" w:rsidRPr="005A169E" w:rsidRDefault="00DF326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INDUCTION AND ORIENTATION FEEDBACK FORM </w:t>
      </w:r>
    </w:p>
    <w:p w14:paraId="0FA8DD24" w14:textId="77777777" w:rsidR="00730AA7" w:rsidRDefault="00730AA7" w:rsidP="003B3BC8">
      <w:pPr>
        <w:rPr>
          <w:b/>
        </w:rPr>
      </w:pPr>
    </w:p>
    <w:p w14:paraId="5C385959" w14:textId="77777777" w:rsidR="00DF326C" w:rsidRDefault="00DF326C" w:rsidP="00DF326C">
      <w:r w:rsidRPr="00DF326C">
        <w:rPr>
          <w:b/>
        </w:rPr>
        <w:t>[Insert organisation name]</w:t>
      </w:r>
      <w:r w:rsidRPr="00DF326C">
        <w:t xml:space="preserve"> is constantly reviewing its processes and procedures, including our induction and orientation process. We would appreciate it you would spend a few minutes giving us some feedback relating to your experience.</w:t>
      </w:r>
    </w:p>
    <w:p w14:paraId="78C8946A" w14:textId="77777777" w:rsidR="00DF326C" w:rsidRPr="00730AA7" w:rsidRDefault="00DF326C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68"/>
        <w:gridCol w:w="5844"/>
      </w:tblGrid>
      <w:tr w:rsidR="00495C4D" w:rsidRPr="00F9329A" w14:paraId="4B9F1750" w14:textId="77777777" w:rsidTr="00131E70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14:paraId="41F2B060" w14:textId="77777777" w:rsidR="009B4F38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Employee</w:t>
            </w:r>
            <w:r w:rsidR="00DF326C">
              <w:rPr>
                <w:b/>
              </w:rPr>
              <w:t>’s name</w:t>
            </w:r>
          </w:p>
          <w:p w14:paraId="1665351C" w14:textId="77777777" w:rsidR="00894FD7" w:rsidRPr="00495C4D" w:rsidRDefault="00894FD7" w:rsidP="00495C4D">
            <w:pPr>
              <w:jc w:val="left"/>
              <w:rPr>
                <w:b/>
              </w:rPr>
            </w:pPr>
            <w:r>
              <w:rPr>
                <w:b/>
              </w:rPr>
              <w:t>(Student/ Volunteer)</w:t>
            </w:r>
          </w:p>
        </w:tc>
        <w:tc>
          <w:tcPr>
            <w:tcW w:w="5936" w:type="dxa"/>
          </w:tcPr>
          <w:p w14:paraId="43B32BAB" w14:textId="77777777" w:rsidR="00495C4D" w:rsidRPr="00F9329A" w:rsidRDefault="00495C4D" w:rsidP="00495C4D"/>
        </w:tc>
      </w:tr>
      <w:tr w:rsidR="00495C4D" w:rsidRPr="00F9329A" w14:paraId="6DFC03F1" w14:textId="77777777" w:rsidTr="00131E70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14:paraId="314E29E3" w14:textId="77777777"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936" w:type="dxa"/>
          </w:tcPr>
          <w:p w14:paraId="1EA9AA6E" w14:textId="77777777" w:rsidR="00495C4D" w:rsidRPr="00F9329A" w:rsidRDefault="00495C4D" w:rsidP="00495C4D"/>
        </w:tc>
      </w:tr>
      <w:tr w:rsidR="00DF326C" w:rsidRPr="00F9329A" w14:paraId="3EACB4D1" w14:textId="77777777" w:rsidTr="00131E70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14:paraId="7830276A" w14:textId="77777777" w:rsidR="00DF326C" w:rsidRDefault="00DF326C" w:rsidP="00495C4D">
            <w:pPr>
              <w:jc w:val="left"/>
              <w:rPr>
                <w:b/>
              </w:rPr>
            </w:pPr>
            <w:r>
              <w:rPr>
                <w:b/>
              </w:rPr>
              <w:t>Start date</w:t>
            </w:r>
          </w:p>
        </w:tc>
        <w:tc>
          <w:tcPr>
            <w:tcW w:w="5936" w:type="dxa"/>
          </w:tcPr>
          <w:p w14:paraId="6A64F8E1" w14:textId="77777777" w:rsidR="00DF326C" w:rsidRPr="00F9329A" w:rsidRDefault="00DF326C" w:rsidP="00495C4D"/>
        </w:tc>
      </w:tr>
    </w:tbl>
    <w:p w14:paraId="02A1910B" w14:textId="77777777" w:rsidR="00495C4D" w:rsidRDefault="00495C4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44"/>
        <w:gridCol w:w="5868"/>
      </w:tblGrid>
      <w:tr w:rsidR="009B4F38" w:rsidRPr="00F9329A" w14:paraId="6D2CFA0C" w14:textId="77777777" w:rsidTr="00131E70">
        <w:tc>
          <w:tcPr>
            <w:tcW w:w="2977" w:type="dxa"/>
            <w:shd w:val="clear" w:color="auto" w:fill="D9D9D9" w:themeFill="background1" w:themeFillShade="D9"/>
          </w:tcPr>
          <w:p w14:paraId="0B4601AE" w14:textId="77777777" w:rsidR="00281570" w:rsidRPr="00281570" w:rsidRDefault="0007488C" w:rsidP="00281570">
            <w:pPr>
              <w:jc w:val="left"/>
              <w:rPr>
                <w:b/>
              </w:rPr>
            </w:pPr>
            <w:r w:rsidRPr="0007488C">
              <w:rPr>
                <w:b/>
              </w:rPr>
              <w:t>How would you rate the induction process overall?</w:t>
            </w:r>
          </w:p>
          <w:p w14:paraId="17BB29E9" w14:textId="77777777" w:rsidR="009B4F38" w:rsidRPr="00495C4D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ab/>
            </w:r>
          </w:p>
        </w:tc>
        <w:tc>
          <w:tcPr>
            <w:tcW w:w="5954" w:type="dxa"/>
          </w:tcPr>
          <w:p w14:paraId="024394DF" w14:textId="77777777" w:rsidR="0007488C" w:rsidRDefault="0007488C" w:rsidP="0007488C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Excellent        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Good        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Fair          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Poor</w:t>
            </w:r>
          </w:p>
          <w:p w14:paraId="75B2F34E" w14:textId="77777777" w:rsidR="009B4F38" w:rsidRPr="00F9329A" w:rsidRDefault="009B4F38" w:rsidP="00B45628"/>
        </w:tc>
      </w:tr>
    </w:tbl>
    <w:tbl>
      <w:tblPr>
        <w:tblW w:w="89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3"/>
        <w:gridCol w:w="993"/>
        <w:gridCol w:w="4262"/>
      </w:tblGrid>
      <w:tr w:rsidR="00441D96" w:rsidRPr="004E77CF" w14:paraId="3C43716A" w14:textId="77777777" w:rsidTr="000F3000">
        <w:trPr>
          <w:trHeight w:val="553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819D83" w14:textId="77777777" w:rsidR="00441D96" w:rsidRPr="007E3DD9" w:rsidRDefault="00441D96" w:rsidP="00A32DD8">
            <w:pPr>
              <w:jc w:val="left"/>
              <w:rPr>
                <w:b/>
                <w:lang w:val="en-AU"/>
              </w:rPr>
            </w:pPr>
            <w:r w:rsidRPr="007E3DD9">
              <w:rPr>
                <w:b/>
                <w:lang w:val="en-AU"/>
              </w:rPr>
              <w:t>Questions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4848DDF" w14:textId="77777777" w:rsidR="00441D96" w:rsidRPr="007E3DD9" w:rsidRDefault="00441D96" w:rsidP="00A32DD8">
            <w:pPr>
              <w:jc w:val="left"/>
              <w:rPr>
                <w:b/>
                <w:lang w:val="en-AU"/>
              </w:rPr>
            </w:pPr>
            <w:r w:rsidRPr="007E3DD9">
              <w:rPr>
                <w:b/>
                <w:lang w:val="en-AU"/>
              </w:rPr>
              <w:t>Comments</w:t>
            </w:r>
          </w:p>
        </w:tc>
      </w:tr>
      <w:tr w:rsidR="00A32DD8" w14:paraId="4705336D" w14:textId="77777777" w:rsidTr="000F3000">
        <w:trPr>
          <w:trHeight w:val="932"/>
        </w:trPr>
        <w:tc>
          <w:tcPr>
            <w:tcW w:w="3693" w:type="dxa"/>
            <w:tcBorders>
              <w:top w:val="single" w:sz="4" w:space="0" w:color="auto"/>
            </w:tcBorders>
          </w:tcPr>
          <w:p w14:paraId="0262BB57" w14:textId="77777777" w:rsidR="00A32DD8" w:rsidRPr="00C53173" w:rsidRDefault="00441D96" w:rsidP="0095590B">
            <w:pPr>
              <w:jc w:val="left"/>
              <w:rPr>
                <w:lang w:val="en-AU"/>
              </w:rPr>
            </w:pPr>
            <w:r w:rsidRPr="00441D96">
              <w:rPr>
                <w:lang w:val="en-AU"/>
              </w:rPr>
              <w:t>Were you personally introduced to your new colleagues, managers and relevant people during your induction?</w:t>
            </w:r>
          </w:p>
        </w:tc>
        <w:tc>
          <w:tcPr>
            <w:tcW w:w="993" w:type="dxa"/>
          </w:tcPr>
          <w:p w14:paraId="20B9A531" w14:textId="77777777" w:rsidR="00A32DD8" w:rsidRPr="00C53173" w:rsidRDefault="0095590B" w:rsidP="0095590B">
            <w:pPr>
              <w:jc w:val="left"/>
              <w:rPr>
                <w:i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4262" w:type="dxa"/>
          </w:tcPr>
          <w:p w14:paraId="0D02FF34" w14:textId="77777777" w:rsidR="00A32DD8" w:rsidRPr="00FB31AF" w:rsidRDefault="00A32DD8" w:rsidP="0095590B">
            <w:pPr>
              <w:jc w:val="left"/>
              <w:rPr>
                <w:lang w:val="en-AU"/>
              </w:rPr>
            </w:pPr>
          </w:p>
        </w:tc>
      </w:tr>
      <w:tr w:rsidR="00A32DD8" w14:paraId="141C1E72" w14:textId="77777777" w:rsidTr="000F3000">
        <w:trPr>
          <w:trHeight w:val="1032"/>
        </w:trPr>
        <w:tc>
          <w:tcPr>
            <w:tcW w:w="3693" w:type="dxa"/>
          </w:tcPr>
          <w:p w14:paraId="2D92A5A7" w14:textId="77777777" w:rsidR="00A32DD8" w:rsidRPr="00C53173" w:rsidRDefault="0095590B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Has the induction process helped you understand your job, responsibilities, work standards?</w:t>
            </w:r>
          </w:p>
        </w:tc>
        <w:tc>
          <w:tcPr>
            <w:tcW w:w="993" w:type="dxa"/>
          </w:tcPr>
          <w:p w14:paraId="6DE9D553" w14:textId="77777777" w:rsidR="00A32DD8" w:rsidRPr="00C53173" w:rsidRDefault="0095590B" w:rsidP="0095590B">
            <w:pPr>
              <w:jc w:val="left"/>
              <w:rPr>
                <w:i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4262" w:type="dxa"/>
          </w:tcPr>
          <w:p w14:paraId="3EA9D34E" w14:textId="77777777" w:rsidR="00A32DD8" w:rsidRPr="00FB31AF" w:rsidRDefault="00A32DD8" w:rsidP="0095590B">
            <w:pPr>
              <w:rPr>
                <w:lang w:val="en-AU"/>
              </w:rPr>
            </w:pPr>
          </w:p>
        </w:tc>
      </w:tr>
      <w:tr w:rsidR="0095590B" w14:paraId="5E2F3D30" w14:textId="77777777" w:rsidTr="000F3000">
        <w:trPr>
          <w:trHeight w:val="1032"/>
        </w:trPr>
        <w:tc>
          <w:tcPr>
            <w:tcW w:w="3693" w:type="dxa"/>
          </w:tcPr>
          <w:p w14:paraId="15C8BD5B" w14:textId="77777777" w:rsidR="0095590B" w:rsidRPr="0095590B" w:rsidRDefault="0095590B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Did you find the checklist useful? Please provide any suggested amendments.</w:t>
            </w:r>
          </w:p>
        </w:tc>
        <w:tc>
          <w:tcPr>
            <w:tcW w:w="993" w:type="dxa"/>
          </w:tcPr>
          <w:p w14:paraId="5114F98A" w14:textId="77777777" w:rsidR="0095590B" w:rsidRPr="00C53173" w:rsidRDefault="0095590B" w:rsidP="0095590B">
            <w:pPr>
              <w:jc w:val="left"/>
              <w:rPr>
                <w:i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4262" w:type="dxa"/>
          </w:tcPr>
          <w:p w14:paraId="2CB606CA" w14:textId="77777777" w:rsidR="0095590B" w:rsidRPr="00FB31AF" w:rsidRDefault="0095590B" w:rsidP="00E9218F">
            <w:pPr>
              <w:rPr>
                <w:lang w:val="en-AU"/>
              </w:rPr>
            </w:pPr>
          </w:p>
        </w:tc>
      </w:tr>
      <w:tr w:rsidR="007E3DD9" w14:paraId="319E3A53" w14:textId="77777777" w:rsidTr="00621777">
        <w:trPr>
          <w:trHeight w:val="994"/>
        </w:trPr>
        <w:tc>
          <w:tcPr>
            <w:tcW w:w="3693" w:type="dxa"/>
          </w:tcPr>
          <w:p w14:paraId="554B310E" w14:textId="77777777" w:rsidR="007E3DD9" w:rsidRPr="0095590B" w:rsidRDefault="007E3DD9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Which parts of the induction process were most useful?</w:t>
            </w:r>
          </w:p>
        </w:tc>
        <w:tc>
          <w:tcPr>
            <w:tcW w:w="5255" w:type="dxa"/>
            <w:gridSpan w:val="2"/>
          </w:tcPr>
          <w:p w14:paraId="40A5BF07" w14:textId="77777777" w:rsidR="007E3DD9" w:rsidRPr="00FB31AF" w:rsidRDefault="007E3DD9" w:rsidP="00E9218F">
            <w:pPr>
              <w:rPr>
                <w:lang w:val="en-AU"/>
              </w:rPr>
            </w:pPr>
          </w:p>
        </w:tc>
      </w:tr>
      <w:tr w:rsidR="007E3DD9" w14:paraId="747441C1" w14:textId="77777777" w:rsidTr="00621777">
        <w:trPr>
          <w:trHeight w:val="981"/>
        </w:trPr>
        <w:tc>
          <w:tcPr>
            <w:tcW w:w="3693" w:type="dxa"/>
          </w:tcPr>
          <w:p w14:paraId="1E304045" w14:textId="77777777" w:rsidR="007E3DD9" w:rsidRPr="0095590B" w:rsidRDefault="007E3DD9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Which parts of the induction process did you find least useful?</w:t>
            </w:r>
          </w:p>
        </w:tc>
        <w:tc>
          <w:tcPr>
            <w:tcW w:w="5255" w:type="dxa"/>
            <w:gridSpan w:val="2"/>
          </w:tcPr>
          <w:p w14:paraId="3C1E60CC" w14:textId="77777777" w:rsidR="007E3DD9" w:rsidRPr="00FB31AF" w:rsidRDefault="007E3DD9" w:rsidP="00E9218F">
            <w:pPr>
              <w:rPr>
                <w:lang w:val="en-AU"/>
              </w:rPr>
            </w:pPr>
          </w:p>
        </w:tc>
      </w:tr>
      <w:tr w:rsidR="007E3DD9" w14:paraId="348CB383" w14:textId="77777777" w:rsidTr="000F3000">
        <w:trPr>
          <w:trHeight w:val="1032"/>
        </w:trPr>
        <w:tc>
          <w:tcPr>
            <w:tcW w:w="3693" w:type="dxa"/>
          </w:tcPr>
          <w:p w14:paraId="2B0B8C8A" w14:textId="77777777" w:rsidR="007E3DD9" w:rsidRPr="0095590B" w:rsidRDefault="007E3DD9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How do you think we could improve our induction process?</w:t>
            </w:r>
          </w:p>
        </w:tc>
        <w:tc>
          <w:tcPr>
            <w:tcW w:w="5255" w:type="dxa"/>
            <w:gridSpan w:val="2"/>
          </w:tcPr>
          <w:p w14:paraId="751B54AF" w14:textId="77777777" w:rsidR="007E3DD9" w:rsidRPr="00FB31AF" w:rsidRDefault="007E3DD9" w:rsidP="00E9218F">
            <w:pPr>
              <w:rPr>
                <w:lang w:val="en-AU"/>
              </w:rPr>
            </w:pPr>
          </w:p>
        </w:tc>
      </w:tr>
    </w:tbl>
    <w:p w14:paraId="14CF7ED6" w14:textId="77777777" w:rsidR="00A23361" w:rsidRDefault="00A23361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41"/>
        <w:gridCol w:w="3236"/>
        <w:gridCol w:w="947"/>
        <w:gridCol w:w="2088"/>
      </w:tblGrid>
      <w:tr w:rsidR="002D4DBE" w:rsidRPr="00F9329A" w14:paraId="69E5D10F" w14:textId="77777777" w:rsidTr="00085F06">
        <w:tc>
          <w:tcPr>
            <w:tcW w:w="2552" w:type="dxa"/>
            <w:shd w:val="clear" w:color="auto" w:fill="D9D9D9" w:themeFill="background1" w:themeFillShade="D9"/>
          </w:tcPr>
          <w:p w14:paraId="77418DD6" w14:textId="77777777" w:rsidR="002D4DBE" w:rsidRDefault="00085F06" w:rsidP="00085F06">
            <w:pPr>
              <w:jc w:val="left"/>
              <w:rPr>
                <w:b/>
              </w:rPr>
            </w:pPr>
            <w:r>
              <w:rPr>
                <w:b/>
              </w:rPr>
              <w:t>Employee’s s</w:t>
            </w:r>
            <w:r w:rsidR="002D4DBE">
              <w:rPr>
                <w:b/>
              </w:rPr>
              <w:t>ignature</w:t>
            </w:r>
          </w:p>
          <w:p w14:paraId="28EB507E" w14:textId="77777777" w:rsidR="00621777" w:rsidRPr="00846D29" w:rsidRDefault="00621777" w:rsidP="00085F06">
            <w:pPr>
              <w:jc w:val="left"/>
              <w:rPr>
                <w:b/>
              </w:rPr>
            </w:pPr>
            <w:r>
              <w:rPr>
                <w:b/>
              </w:rPr>
              <w:t>(Student/Volunteer)</w:t>
            </w:r>
          </w:p>
        </w:tc>
        <w:tc>
          <w:tcPr>
            <w:tcW w:w="3299" w:type="dxa"/>
          </w:tcPr>
          <w:p w14:paraId="667BAE17" w14:textId="77777777" w:rsidR="002D4DBE" w:rsidRDefault="002D4DBE" w:rsidP="00B45628"/>
          <w:p w14:paraId="31D28AAA" w14:textId="77777777" w:rsidR="002D4DBE" w:rsidRDefault="002D4DBE" w:rsidP="00B45628"/>
          <w:p w14:paraId="751E5B38" w14:textId="77777777"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14:paraId="289E6DC7" w14:textId="77777777"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14:paraId="60E63DA3" w14:textId="77777777" w:rsidR="002D4DBE" w:rsidRPr="00F9329A" w:rsidRDefault="002D4DBE" w:rsidP="002D4DBE"/>
        </w:tc>
        <w:tc>
          <w:tcPr>
            <w:tcW w:w="2127" w:type="dxa"/>
          </w:tcPr>
          <w:p w14:paraId="7BD787F4" w14:textId="77777777" w:rsidR="002D4DBE" w:rsidRDefault="002D4DBE">
            <w:pPr>
              <w:jc w:val="left"/>
            </w:pPr>
          </w:p>
          <w:p w14:paraId="16879181" w14:textId="77777777" w:rsidR="002D4DBE" w:rsidRPr="00F9329A" w:rsidRDefault="002D4DBE" w:rsidP="002D4DBE"/>
        </w:tc>
      </w:tr>
    </w:tbl>
    <w:p w14:paraId="30922C6E" w14:textId="77777777" w:rsidR="002031CF" w:rsidRDefault="002031CF" w:rsidP="00085F06">
      <w:pPr>
        <w:tabs>
          <w:tab w:val="left" w:pos="2086"/>
        </w:tabs>
      </w:pPr>
    </w:p>
    <w:sectPr w:rsidR="002031CF" w:rsidSect="00131E70">
      <w:footerReference w:type="default" r:id="rId12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5FAAB" w14:textId="77777777" w:rsidR="003B3BC8" w:rsidRDefault="003B3BC8" w:rsidP="00F90996">
      <w:r>
        <w:separator/>
      </w:r>
    </w:p>
  </w:endnote>
  <w:endnote w:type="continuationSeparator" w:id="0">
    <w:p w14:paraId="30480813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4651A" w14:textId="77777777" w:rsidR="009D185F" w:rsidRPr="0086262A" w:rsidRDefault="00A23361" w:rsidP="00CE795B">
    <w:pPr>
      <w:pStyle w:val="Footer"/>
    </w:pPr>
    <w:r>
      <w:t xml:space="preserve">Induction and orientation feedback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62177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621777">
            <w:rPr>
              <w:noProof/>
            </w:rPr>
            <w:t>1</w:t>
          </w:r>
        </w:fldSimple>
      </w:sdtContent>
    </w:sdt>
  </w:p>
  <w:p w14:paraId="0DA76F2A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F34BA" w14:textId="77777777" w:rsidR="003B3BC8" w:rsidRDefault="003B3BC8" w:rsidP="00F90996">
      <w:r>
        <w:separator/>
      </w:r>
    </w:p>
  </w:footnote>
  <w:footnote w:type="continuationSeparator" w:id="0">
    <w:p w14:paraId="13AAA268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488C"/>
    <w:rsid w:val="00076E9B"/>
    <w:rsid w:val="00083AE8"/>
    <w:rsid w:val="00085F06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3000"/>
    <w:rsid w:val="000F5EC2"/>
    <w:rsid w:val="000F60E1"/>
    <w:rsid w:val="000F6A82"/>
    <w:rsid w:val="000F74BB"/>
    <w:rsid w:val="0010149D"/>
    <w:rsid w:val="0010152C"/>
    <w:rsid w:val="0011432D"/>
    <w:rsid w:val="00131412"/>
    <w:rsid w:val="00131E70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306"/>
    <w:rsid w:val="004307D7"/>
    <w:rsid w:val="00432692"/>
    <w:rsid w:val="00433C26"/>
    <w:rsid w:val="00441D9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10A59"/>
    <w:rsid w:val="00621777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3DD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4FD7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590B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233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4839"/>
    <w:rsid w:val="00BA4F75"/>
    <w:rsid w:val="00BA53EB"/>
    <w:rsid w:val="00BA5CF1"/>
    <w:rsid w:val="00BB37B4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26C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7849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97F7F"/>
    <w:rsid w:val="00FA5FCE"/>
    <w:rsid w:val="00FB0E2D"/>
    <w:rsid w:val="00FB1A34"/>
    <w:rsid w:val="00FB31AF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466D7A80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23ST2XJ3F2FU-1797567310-95057</_dlc_DocId>
    <_dlc_DocIdUrl xmlns="14c5a56e-ced3-43ad-8a76-68a367d68378">
      <Url>https://nadaau.sharepoint.com/_layouts/15/DocIdRedir.aspx?ID=23ST2XJ3F2FU-1797567310-95057</Url>
      <Description>23ST2XJ3F2FU-1797567310-95057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B74A4D8-A515-41DE-930D-4391F67A8A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EDF78C-D95D-4AD9-8A36-43EC7650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68262D-9BEC-43AF-8D73-AC750DF7B0A9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8E7D900A-D6FD-4F90-9913-7DCEBA25AE3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0578F3F-2F67-4EB0-9517-6FCFCC4E8FD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2021-04-21T03:27:00Z</dcterms:created>
  <dcterms:modified xsi:type="dcterms:W3CDTF">2021-04-21T03:27:00Z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e7110d8d-aa9d-40f3-8691-c67e52b5aa95</vt:lpwstr>
  </property>
</Properties>
</file>